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6A4" w:rsidRDefault="00A436A4" w:rsidP="00D04A20">
      <w:pPr>
        <w:rPr>
          <w:lang w:eastAsia="uk-UA"/>
        </w:rPr>
      </w:pPr>
    </w:p>
    <w:p w:rsidR="00A436A4" w:rsidRDefault="00A436A4" w:rsidP="00D04A20">
      <w:pPr>
        <w:rPr>
          <w:color w:val="000000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5" o:title=""/>
            <w10:wrap type="square" side="left"/>
          </v:shape>
          <o:OLEObject Type="Embed" ProgID="PBrush" ShapeID="_x0000_s1026" DrawAspect="Content" ObjectID="_1575806701" r:id="rId6"/>
        </w:pict>
      </w:r>
    </w:p>
    <w:p w:rsidR="00A436A4" w:rsidRDefault="00A436A4" w:rsidP="00D04A20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A436A4" w:rsidRDefault="00A436A4" w:rsidP="00D04A20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A436A4" w:rsidRDefault="00A436A4" w:rsidP="00D04A20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БІЛОЦЕРКІВСЬКА МІСЬКА РАДА</w:t>
      </w:r>
    </w:p>
    <w:p w:rsidR="00A436A4" w:rsidRDefault="00A436A4" w:rsidP="00D04A20">
      <w:pPr>
        <w:pStyle w:val="PlainText"/>
        <w:tabs>
          <w:tab w:val="center" w:pos="4819"/>
          <w:tab w:val="right" w:pos="9639"/>
        </w:tabs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ab/>
        <w:t>КИЇВСЬКОЇ ОБЛАСТІ</w:t>
      </w:r>
      <w:r>
        <w:rPr>
          <w:rFonts w:ascii="Times New Roman" w:hAnsi="Times New Roman" w:cs="Times New Roman"/>
          <w:sz w:val="32"/>
          <w:szCs w:val="32"/>
          <w:lang w:val="uk-UA"/>
        </w:rPr>
        <w:tab/>
      </w:r>
    </w:p>
    <w:p w:rsidR="00A436A4" w:rsidRDefault="00A436A4" w:rsidP="00D04A20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uk-UA"/>
        </w:rPr>
        <w:t>Р І Ш Е Н Н Я</w:t>
      </w:r>
    </w:p>
    <w:p w:rsidR="00A436A4" w:rsidRDefault="00A436A4" w:rsidP="00D04A20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</w:p>
    <w:p w:rsidR="00A436A4" w:rsidRDefault="00A436A4" w:rsidP="00D04A20">
      <w:pPr>
        <w:rPr>
          <w:lang w:val="ru-RU"/>
        </w:rPr>
      </w:pPr>
      <w:r>
        <w:t>від 21 грудня 2017 року                                                                                № 1791-42-VII</w:t>
      </w:r>
    </w:p>
    <w:p w:rsidR="00A436A4" w:rsidRPr="00D04A20" w:rsidRDefault="00A436A4" w:rsidP="00193E66">
      <w:pPr>
        <w:pStyle w:val="BodyText"/>
        <w:rPr>
          <w:sz w:val="24"/>
          <w:szCs w:val="24"/>
          <w:lang w:val="ru-RU"/>
        </w:rPr>
      </w:pPr>
    </w:p>
    <w:p w:rsidR="00A436A4" w:rsidRDefault="00A436A4" w:rsidP="00193E66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Про затвердження об’єкта</w:t>
      </w:r>
    </w:p>
    <w:p w:rsidR="00A436A4" w:rsidRDefault="00A436A4" w:rsidP="00193E66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міської комунальної власності</w:t>
      </w:r>
      <w:r w:rsidRPr="008C361F">
        <w:rPr>
          <w:sz w:val="24"/>
          <w:szCs w:val="24"/>
        </w:rPr>
        <w:t xml:space="preserve"> </w:t>
      </w:r>
      <w:r>
        <w:rPr>
          <w:sz w:val="24"/>
          <w:szCs w:val="24"/>
        </w:rPr>
        <w:t>по вул.Декабристів, 3а</w:t>
      </w:r>
    </w:p>
    <w:p w:rsidR="00A436A4" w:rsidRDefault="00A436A4" w:rsidP="00193E66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до приватизації шляхом продажу на аукціоні</w:t>
      </w:r>
    </w:p>
    <w:p w:rsidR="00A436A4" w:rsidRDefault="00A436A4" w:rsidP="00193E66">
      <w:pPr>
        <w:pStyle w:val="BodyText"/>
        <w:rPr>
          <w:sz w:val="24"/>
          <w:szCs w:val="24"/>
        </w:rPr>
      </w:pPr>
    </w:p>
    <w:p w:rsidR="00A436A4" w:rsidRPr="005163A2" w:rsidRDefault="00A436A4" w:rsidP="00193E66">
      <w:pPr>
        <w:pStyle w:val="BodyText"/>
        <w:rPr>
          <w:sz w:val="24"/>
          <w:szCs w:val="24"/>
        </w:rPr>
      </w:pPr>
    </w:p>
    <w:p w:rsidR="00A436A4" w:rsidRDefault="00A436A4" w:rsidP="00193E66">
      <w:pPr>
        <w:pStyle w:val="BodyText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Розглянувши звернення </w:t>
      </w:r>
      <w:r w:rsidRPr="00675325">
        <w:rPr>
          <w:sz w:val="24"/>
          <w:szCs w:val="24"/>
        </w:rPr>
        <w:t xml:space="preserve">постійної комісії з питань </w:t>
      </w:r>
      <w:r>
        <w:rPr>
          <w:sz w:val="24"/>
          <w:szCs w:val="24"/>
        </w:rPr>
        <w:t>інвестицій, регуляторної політики, торгівлі, послуг та розвитку підприємництва, власності, комунального майна та приватизації</w:t>
      </w:r>
      <w:r w:rsidRPr="00675325">
        <w:rPr>
          <w:sz w:val="24"/>
          <w:szCs w:val="24"/>
        </w:rPr>
        <w:t xml:space="preserve">  від </w:t>
      </w:r>
      <w:r>
        <w:rPr>
          <w:sz w:val="24"/>
          <w:szCs w:val="24"/>
        </w:rPr>
        <w:t xml:space="preserve">01 грудня 2017 </w:t>
      </w:r>
      <w:r w:rsidRPr="00675325">
        <w:rPr>
          <w:sz w:val="24"/>
          <w:szCs w:val="24"/>
        </w:rPr>
        <w:t>р</w:t>
      </w:r>
      <w:r>
        <w:rPr>
          <w:sz w:val="24"/>
          <w:szCs w:val="24"/>
        </w:rPr>
        <w:t>оку</w:t>
      </w:r>
      <w:r w:rsidRPr="00227AC5">
        <w:rPr>
          <w:sz w:val="24"/>
          <w:szCs w:val="24"/>
        </w:rPr>
        <w:t xml:space="preserve"> </w:t>
      </w:r>
      <w:r w:rsidRPr="00675325">
        <w:rPr>
          <w:sz w:val="24"/>
          <w:szCs w:val="24"/>
        </w:rPr>
        <w:t>№</w:t>
      </w:r>
      <w:r>
        <w:rPr>
          <w:sz w:val="24"/>
          <w:szCs w:val="24"/>
        </w:rPr>
        <w:t xml:space="preserve"> 2-17-448</w:t>
      </w:r>
      <w:bookmarkStart w:id="0" w:name="_GoBack"/>
      <w:bookmarkEnd w:id="0"/>
      <w:r w:rsidRPr="00675325">
        <w:rPr>
          <w:sz w:val="24"/>
          <w:szCs w:val="24"/>
        </w:rPr>
        <w:t>,</w:t>
      </w:r>
      <w:r>
        <w:rPr>
          <w:sz w:val="24"/>
          <w:szCs w:val="24"/>
        </w:rPr>
        <w:t xml:space="preserve">  відповідно до ст. 60 Закону України “Про місцеве самоврядування в Україні” та ст.ст. 3, 7 Закону України “Про приватизацію невеликих державних підприємств (малу приватизацію)”, міська рада вирішила:</w:t>
      </w:r>
    </w:p>
    <w:p w:rsidR="00A436A4" w:rsidRPr="005163A2" w:rsidRDefault="00A436A4" w:rsidP="00193E66">
      <w:pPr>
        <w:pStyle w:val="BodyText"/>
        <w:ind w:firstLine="708"/>
        <w:rPr>
          <w:sz w:val="24"/>
          <w:szCs w:val="24"/>
        </w:rPr>
      </w:pPr>
    </w:p>
    <w:p w:rsidR="00A436A4" w:rsidRDefault="00A436A4" w:rsidP="00193E66">
      <w:pPr>
        <w:numPr>
          <w:ilvl w:val="0"/>
          <w:numId w:val="1"/>
        </w:numPr>
        <w:jc w:val="both"/>
      </w:pPr>
      <w:r>
        <w:t>Затвердити об’єкт</w:t>
      </w:r>
      <w:r w:rsidRPr="001B3FE8">
        <w:t xml:space="preserve"> міської комунальної власності до приватизації</w:t>
      </w:r>
      <w:r>
        <w:t xml:space="preserve"> шляхом продажу на аукціоні</w:t>
      </w:r>
      <w:r w:rsidRPr="001B3FE8">
        <w:t>, а саме</w:t>
      </w:r>
      <w:r>
        <w:t>:</w:t>
      </w:r>
    </w:p>
    <w:p w:rsidR="00A436A4" w:rsidRDefault="00A436A4" w:rsidP="00193E66">
      <w:pPr>
        <w:ind w:left="360"/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680"/>
        <w:gridCol w:w="1620"/>
        <w:gridCol w:w="2700"/>
      </w:tblGrid>
      <w:tr w:rsidR="00A436A4">
        <w:tc>
          <w:tcPr>
            <w:tcW w:w="540" w:type="dxa"/>
            <w:vAlign w:val="center"/>
          </w:tcPr>
          <w:p w:rsidR="00A436A4" w:rsidRPr="00D30BFC" w:rsidRDefault="00A436A4" w:rsidP="00AB77D3">
            <w:pPr>
              <w:jc w:val="center"/>
            </w:pPr>
            <w:r w:rsidRPr="00D30BFC">
              <w:t>№ п/п</w:t>
            </w:r>
          </w:p>
        </w:tc>
        <w:tc>
          <w:tcPr>
            <w:tcW w:w="4680" w:type="dxa"/>
            <w:vAlign w:val="center"/>
          </w:tcPr>
          <w:p w:rsidR="00A436A4" w:rsidRPr="00D30BFC" w:rsidRDefault="00A436A4" w:rsidP="00AB77D3">
            <w:pPr>
              <w:jc w:val="center"/>
            </w:pPr>
            <w:r w:rsidRPr="00D30BFC">
              <w:t>Об’єкт приватизації</w:t>
            </w:r>
          </w:p>
        </w:tc>
        <w:tc>
          <w:tcPr>
            <w:tcW w:w="1620" w:type="dxa"/>
            <w:vAlign w:val="center"/>
          </w:tcPr>
          <w:p w:rsidR="00A436A4" w:rsidRPr="00D30BFC" w:rsidRDefault="00A436A4" w:rsidP="00AB77D3">
            <w:pPr>
              <w:jc w:val="center"/>
            </w:pPr>
            <w:r w:rsidRPr="00D30BFC">
              <w:t>Площа, м</w:t>
            </w:r>
            <w:r w:rsidRPr="00CB23B9">
              <w:rPr>
                <w:vertAlign w:val="superscript"/>
              </w:rPr>
              <w:t>2</w:t>
            </w:r>
          </w:p>
        </w:tc>
        <w:tc>
          <w:tcPr>
            <w:tcW w:w="2700" w:type="dxa"/>
            <w:vAlign w:val="center"/>
          </w:tcPr>
          <w:p w:rsidR="00A436A4" w:rsidRPr="00D30BFC" w:rsidRDefault="00A436A4" w:rsidP="00AB77D3">
            <w:pPr>
              <w:jc w:val="center"/>
            </w:pPr>
            <w:r w:rsidRPr="00D30BFC">
              <w:t>Адреса об’єкта приватизації</w:t>
            </w:r>
          </w:p>
        </w:tc>
      </w:tr>
      <w:tr w:rsidR="00A436A4">
        <w:tc>
          <w:tcPr>
            <w:tcW w:w="540" w:type="dxa"/>
          </w:tcPr>
          <w:p w:rsidR="00A436A4" w:rsidRDefault="00A436A4" w:rsidP="00AB77D3">
            <w:pPr>
              <w:jc w:val="center"/>
            </w:pPr>
            <w:r>
              <w:t>1</w:t>
            </w:r>
          </w:p>
        </w:tc>
        <w:tc>
          <w:tcPr>
            <w:tcW w:w="4680" w:type="dxa"/>
          </w:tcPr>
          <w:p w:rsidR="00A436A4" w:rsidRDefault="00A436A4" w:rsidP="00883C37">
            <w:r w:rsidRPr="00300E31">
              <w:t>Нежитлов</w:t>
            </w:r>
            <w:r>
              <w:t>і</w:t>
            </w:r>
            <w:r w:rsidRPr="00300E31">
              <w:t xml:space="preserve"> будівл</w:t>
            </w:r>
            <w:r>
              <w:t>і:</w:t>
            </w:r>
          </w:p>
          <w:p w:rsidR="00A436A4" w:rsidRDefault="00A436A4" w:rsidP="00883C37">
            <w:r>
              <w:t xml:space="preserve">- літ. «А» </w:t>
            </w:r>
          </w:p>
          <w:p w:rsidR="00A436A4" w:rsidRDefault="00A436A4" w:rsidP="00883C37">
            <w:r>
              <w:t xml:space="preserve">- літ. «Б» </w:t>
            </w:r>
          </w:p>
          <w:p w:rsidR="00A436A4" w:rsidRPr="00300E31" w:rsidRDefault="00A436A4" w:rsidP="00883C37">
            <w:r>
              <w:t>- літ. «В»</w:t>
            </w:r>
          </w:p>
        </w:tc>
        <w:tc>
          <w:tcPr>
            <w:tcW w:w="1620" w:type="dxa"/>
          </w:tcPr>
          <w:p w:rsidR="00A436A4" w:rsidRDefault="00A436A4" w:rsidP="00883C37">
            <w:pPr>
              <w:jc w:val="center"/>
            </w:pPr>
          </w:p>
          <w:p w:rsidR="00A436A4" w:rsidRDefault="00A436A4" w:rsidP="00883C37">
            <w:pPr>
              <w:jc w:val="center"/>
            </w:pPr>
            <w:r w:rsidRPr="00300E31">
              <w:t>143,70</w:t>
            </w:r>
          </w:p>
          <w:p w:rsidR="00A436A4" w:rsidRDefault="00A436A4" w:rsidP="00883C37">
            <w:pPr>
              <w:jc w:val="center"/>
            </w:pPr>
            <w:r w:rsidRPr="00300E31">
              <w:t>41,10</w:t>
            </w:r>
          </w:p>
          <w:p w:rsidR="00A436A4" w:rsidRPr="00300E31" w:rsidRDefault="00A436A4" w:rsidP="00883C37">
            <w:pPr>
              <w:jc w:val="center"/>
            </w:pPr>
            <w:r w:rsidRPr="00300E31">
              <w:t>16,90</w:t>
            </w:r>
          </w:p>
        </w:tc>
        <w:tc>
          <w:tcPr>
            <w:tcW w:w="2700" w:type="dxa"/>
          </w:tcPr>
          <w:p w:rsidR="00A436A4" w:rsidRPr="00300E31" w:rsidRDefault="00A436A4" w:rsidP="00883C37">
            <w:r>
              <w:t>м.Біла Церква,</w:t>
            </w:r>
            <w:r w:rsidRPr="00300E31">
              <w:t xml:space="preserve"> вул.Декабристів, 3а</w:t>
            </w:r>
          </w:p>
        </w:tc>
      </w:tr>
    </w:tbl>
    <w:p w:rsidR="00A436A4" w:rsidRDefault="00A436A4" w:rsidP="00193E66">
      <w:pPr>
        <w:ind w:left="360"/>
        <w:jc w:val="both"/>
      </w:pPr>
    </w:p>
    <w:p w:rsidR="00A436A4" w:rsidRDefault="00A436A4" w:rsidP="00193E66">
      <w:pPr>
        <w:numPr>
          <w:ilvl w:val="0"/>
          <w:numId w:val="1"/>
        </w:numPr>
        <w:jc w:val="both"/>
      </w:pPr>
      <w:r>
        <w:t>Контроль за виконанням цього рішення покласти на постійну комісію з питань інвестицій, регуляторної політики, торгівлі, послуг та розвитку підприємництва, власності, комунального майна та приватизації.</w:t>
      </w:r>
    </w:p>
    <w:p w:rsidR="00A436A4" w:rsidRDefault="00A436A4" w:rsidP="00E03B4D">
      <w:pPr>
        <w:pStyle w:val="Heading2"/>
        <w:jc w:val="left"/>
        <w:rPr>
          <w:sz w:val="24"/>
          <w:szCs w:val="24"/>
        </w:rPr>
      </w:pPr>
    </w:p>
    <w:p w:rsidR="00A436A4" w:rsidRDefault="00A436A4" w:rsidP="00E03B4D">
      <w:pPr>
        <w:pStyle w:val="Heading2"/>
        <w:jc w:val="left"/>
        <w:rPr>
          <w:sz w:val="24"/>
          <w:szCs w:val="24"/>
        </w:rPr>
      </w:pPr>
    </w:p>
    <w:p w:rsidR="00A436A4" w:rsidRDefault="00A436A4" w:rsidP="00E03B4D">
      <w:pPr>
        <w:pStyle w:val="Heading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Міський голова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Г.А.Дикий</w:t>
      </w:r>
    </w:p>
    <w:p w:rsidR="00A436A4" w:rsidRPr="00531310" w:rsidRDefault="00A436A4" w:rsidP="00193E66"/>
    <w:p w:rsidR="00A436A4" w:rsidRDefault="00A436A4"/>
    <w:sectPr w:rsidR="00A436A4" w:rsidSect="00E03B4D">
      <w:pgSz w:w="11906" w:h="16838"/>
      <w:pgMar w:top="1258" w:right="746" w:bottom="3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A347B"/>
    <w:multiLevelType w:val="hybridMultilevel"/>
    <w:tmpl w:val="F5F2F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3E66"/>
    <w:rsid w:val="00035585"/>
    <w:rsid w:val="00096F07"/>
    <w:rsid w:val="001027AB"/>
    <w:rsid w:val="00117B3B"/>
    <w:rsid w:val="001602E7"/>
    <w:rsid w:val="00193E66"/>
    <w:rsid w:val="001B3FE8"/>
    <w:rsid w:val="001E64F4"/>
    <w:rsid w:val="00221C90"/>
    <w:rsid w:val="00227AC5"/>
    <w:rsid w:val="00282DFE"/>
    <w:rsid w:val="002C00AC"/>
    <w:rsid w:val="00300E31"/>
    <w:rsid w:val="00365925"/>
    <w:rsid w:val="003A2A10"/>
    <w:rsid w:val="003E0B31"/>
    <w:rsid w:val="0041088E"/>
    <w:rsid w:val="0048386D"/>
    <w:rsid w:val="005163A2"/>
    <w:rsid w:val="00531310"/>
    <w:rsid w:val="005A6E14"/>
    <w:rsid w:val="005D1DAB"/>
    <w:rsid w:val="005E68AD"/>
    <w:rsid w:val="0062619E"/>
    <w:rsid w:val="00675325"/>
    <w:rsid w:val="006B5B9E"/>
    <w:rsid w:val="00744B3D"/>
    <w:rsid w:val="00790F34"/>
    <w:rsid w:val="00883C37"/>
    <w:rsid w:val="00897E08"/>
    <w:rsid w:val="008B28FB"/>
    <w:rsid w:val="008C361F"/>
    <w:rsid w:val="00940B71"/>
    <w:rsid w:val="0097282B"/>
    <w:rsid w:val="00A436A4"/>
    <w:rsid w:val="00AB77D3"/>
    <w:rsid w:val="00B404E8"/>
    <w:rsid w:val="00CB23B9"/>
    <w:rsid w:val="00D04A20"/>
    <w:rsid w:val="00D15F90"/>
    <w:rsid w:val="00D20E04"/>
    <w:rsid w:val="00D30BFC"/>
    <w:rsid w:val="00E03B4D"/>
    <w:rsid w:val="00E851A2"/>
    <w:rsid w:val="00EE45DB"/>
    <w:rsid w:val="00F5457E"/>
    <w:rsid w:val="00FC5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E66"/>
    <w:rPr>
      <w:sz w:val="24"/>
      <w:szCs w:val="24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93E66"/>
    <w:pPr>
      <w:keepNext/>
      <w:jc w:val="center"/>
      <w:outlineLvl w:val="1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193E66"/>
    <w:rPr>
      <w:sz w:val="22"/>
      <w:szCs w:val="22"/>
      <w:lang w:val="uk-UA"/>
    </w:rPr>
  </w:style>
  <w:style w:type="paragraph" w:styleId="BodyText">
    <w:name w:val="Body Text"/>
    <w:basedOn w:val="Normal"/>
    <w:link w:val="BodyTextChar"/>
    <w:uiPriority w:val="99"/>
    <w:rsid w:val="00193E66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93E66"/>
    <w:rPr>
      <w:sz w:val="24"/>
      <w:szCs w:val="24"/>
      <w:lang w:val="uk-UA"/>
    </w:rPr>
  </w:style>
  <w:style w:type="table" w:styleId="TableGrid">
    <w:name w:val="Table Grid"/>
    <w:basedOn w:val="TableNormal"/>
    <w:uiPriority w:val="99"/>
    <w:rsid w:val="0048386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inTextChar">
    <w:name w:val="Plain Text Char"/>
    <w:basedOn w:val="DefaultParagraphFont"/>
    <w:link w:val="PlainText"/>
    <w:uiPriority w:val="99"/>
    <w:locked/>
    <w:rsid w:val="00D04A20"/>
    <w:rPr>
      <w:rFonts w:ascii="Courier New" w:eastAsia="Times New Roman" w:hAnsi="Courier New" w:cs="Courier New"/>
      <w:lang w:val="ru-RU" w:eastAsia="ru-RU"/>
    </w:rPr>
  </w:style>
  <w:style w:type="paragraph" w:styleId="PlainText">
    <w:name w:val="Plain Text"/>
    <w:basedOn w:val="Normal"/>
    <w:link w:val="PlainTextChar"/>
    <w:uiPriority w:val="99"/>
    <w:rsid w:val="00D04A20"/>
    <w:rPr>
      <w:rFonts w:ascii="Courier New" w:hAnsi="Courier New" w:cs="Courier New"/>
      <w:sz w:val="20"/>
      <w:szCs w:val="20"/>
      <w:lang w:val="ru-RU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3443BB"/>
    <w:rPr>
      <w:rFonts w:ascii="Courier New" w:hAnsi="Courier New" w:cs="Courier New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50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199</TotalTime>
  <Pages>1</Pages>
  <Words>184</Words>
  <Characters>1054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йййй</dc:creator>
  <cp:keywords/>
  <dc:description/>
  <cp:lastModifiedBy>MIS_BCER2</cp:lastModifiedBy>
  <cp:revision>21</cp:revision>
  <cp:lastPrinted>2017-12-26T13:19:00Z</cp:lastPrinted>
  <dcterms:created xsi:type="dcterms:W3CDTF">2016-01-05T07:37:00Z</dcterms:created>
  <dcterms:modified xsi:type="dcterms:W3CDTF">2017-12-26T13:19:00Z</dcterms:modified>
</cp:coreProperties>
</file>