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01" w:rsidRDefault="00D54101" w:rsidP="000C775A">
      <w:pPr>
        <w:rPr>
          <w:lang w:eastAsia="uk-UA"/>
        </w:rPr>
      </w:pPr>
    </w:p>
    <w:p w:rsidR="00D54101" w:rsidRDefault="00D54101" w:rsidP="000C775A">
      <w:pPr>
        <w:rPr>
          <w:color w:val="000000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78836305" r:id="rId5"/>
        </w:pict>
      </w:r>
    </w:p>
    <w:p w:rsidR="00D54101" w:rsidRDefault="00D54101" w:rsidP="000C775A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D54101" w:rsidRDefault="00D54101" w:rsidP="000C775A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D54101" w:rsidRDefault="00D54101" w:rsidP="000C775A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D54101" w:rsidRDefault="00D54101" w:rsidP="000C775A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D54101" w:rsidRDefault="00D54101" w:rsidP="000C775A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D54101" w:rsidRDefault="00D54101" w:rsidP="000C775A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54101" w:rsidRDefault="00D54101" w:rsidP="000C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25 січня 2018 року                                                                                № 1892-45-VII</w:t>
      </w:r>
    </w:p>
    <w:p w:rsidR="00D54101" w:rsidRDefault="00D54101" w:rsidP="007A48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4101" w:rsidRPr="00553F60" w:rsidRDefault="00D54101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F60">
        <w:rPr>
          <w:rFonts w:ascii="Times New Roman" w:hAnsi="Times New Roman" w:cs="Times New Roman"/>
          <w:sz w:val="24"/>
          <w:szCs w:val="24"/>
        </w:rPr>
        <w:t xml:space="preserve">Про звіт постійної комісії з питань з питань  </w:t>
      </w:r>
    </w:p>
    <w:p w:rsidR="00D54101" w:rsidRPr="00553F60" w:rsidRDefault="00D54101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F60">
        <w:rPr>
          <w:rFonts w:ascii="Times New Roman" w:hAnsi="Times New Roman" w:cs="Times New Roman"/>
          <w:sz w:val="24"/>
          <w:szCs w:val="24"/>
        </w:rPr>
        <w:t xml:space="preserve">освіти, науки, культури, мови, прав національних </w:t>
      </w:r>
    </w:p>
    <w:p w:rsidR="00D54101" w:rsidRPr="00553F60" w:rsidRDefault="00D54101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F60">
        <w:rPr>
          <w:rFonts w:ascii="Times New Roman" w:hAnsi="Times New Roman" w:cs="Times New Roman"/>
          <w:sz w:val="24"/>
          <w:szCs w:val="24"/>
        </w:rPr>
        <w:t xml:space="preserve">меншин, міжнародного співробітництва, </w:t>
      </w:r>
    </w:p>
    <w:p w:rsidR="00D54101" w:rsidRPr="00553F60" w:rsidRDefault="00D54101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F60">
        <w:rPr>
          <w:rFonts w:ascii="Times New Roman" w:hAnsi="Times New Roman" w:cs="Times New Roman"/>
          <w:sz w:val="24"/>
          <w:szCs w:val="24"/>
        </w:rPr>
        <w:t xml:space="preserve">інформаційної політики, молоді, спорту та </w:t>
      </w:r>
    </w:p>
    <w:p w:rsidR="00D54101" w:rsidRPr="00553F60" w:rsidRDefault="00D54101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F60">
        <w:rPr>
          <w:rFonts w:ascii="Times New Roman" w:hAnsi="Times New Roman" w:cs="Times New Roman"/>
          <w:sz w:val="24"/>
          <w:szCs w:val="24"/>
        </w:rPr>
        <w:t xml:space="preserve">туризму, соціального захисту, охорони здоров'я, </w:t>
      </w:r>
    </w:p>
    <w:p w:rsidR="00D54101" w:rsidRPr="00553F60" w:rsidRDefault="00D54101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F60">
        <w:rPr>
          <w:rFonts w:ascii="Times New Roman" w:hAnsi="Times New Roman" w:cs="Times New Roman"/>
          <w:sz w:val="24"/>
          <w:szCs w:val="24"/>
        </w:rPr>
        <w:t>материнства та дитинства</w:t>
      </w:r>
    </w:p>
    <w:p w:rsidR="00D54101" w:rsidRPr="00553F60" w:rsidRDefault="00D54101" w:rsidP="007A48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4101" w:rsidRPr="00553F60" w:rsidRDefault="00D54101" w:rsidP="0011141A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553F60">
        <w:rPr>
          <w:rFonts w:ascii="Times New Roman" w:hAnsi="Times New Roman" w:cs="Times New Roman"/>
          <w:sz w:val="24"/>
          <w:szCs w:val="24"/>
        </w:rPr>
        <w:t>Розглянувши зве</w:t>
      </w:r>
      <w:r>
        <w:rPr>
          <w:rFonts w:ascii="Times New Roman" w:hAnsi="Times New Roman" w:cs="Times New Roman"/>
          <w:sz w:val="24"/>
          <w:szCs w:val="24"/>
        </w:rPr>
        <w:t xml:space="preserve">рнення від 20 грудня </w:t>
      </w:r>
      <w:r w:rsidRPr="00553F60">
        <w:rPr>
          <w:rFonts w:ascii="Times New Roman" w:hAnsi="Times New Roman" w:cs="Times New Roman"/>
          <w:sz w:val="24"/>
          <w:szCs w:val="24"/>
        </w:rPr>
        <w:t xml:space="preserve">2017 року № </w:t>
      </w:r>
      <w:r>
        <w:rPr>
          <w:rFonts w:ascii="Times New Roman" w:hAnsi="Times New Roman" w:cs="Times New Roman"/>
          <w:sz w:val="24"/>
          <w:szCs w:val="24"/>
        </w:rPr>
        <w:t>2-17-492</w:t>
      </w:r>
      <w:r w:rsidRPr="00553F60">
        <w:rPr>
          <w:rFonts w:ascii="Times New Roman" w:hAnsi="Times New Roman" w:cs="Times New Roman"/>
          <w:sz w:val="24"/>
          <w:szCs w:val="24"/>
        </w:rPr>
        <w:t xml:space="preserve"> та звіт постійної комісії з питань з питань 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здоров'я, материнства та дитинства відповідно до п. 11 ч. 1 ст. 26 Закону України «Про місцеве самоврядування в Україні», п. 34 Положення про постійні комісії Білоцерківської міської ради, </w:t>
      </w:r>
      <w:r>
        <w:rPr>
          <w:rFonts w:ascii="Times New Roman" w:hAnsi="Times New Roman" w:cs="Times New Roman"/>
          <w:sz w:val="24"/>
          <w:szCs w:val="24"/>
        </w:rPr>
        <w:t xml:space="preserve">затвердженого рішенням міської ради від 11 грудня 2015 р. № 08-02-VIІ, </w:t>
      </w:r>
      <w:r w:rsidRPr="00553F60">
        <w:rPr>
          <w:rFonts w:ascii="Times New Roman" w:hAnsi="Times New Roman" w:cs="Times New Roman"/>
          <w:sz w:val="24"/>
          <w:szCs w:val="24"/>
        </w:rPr>
        <w:t>міська рада вирішила:</w:t>
      </w:r>
    </w:p>
    <w:p w:rsidR="00D54101" w:rsidRPr="00553F60" w:rsidRDefault="00D54101" w:rsidP="00534391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553F60">
        <w:rPr>
          <w:rFonts w:ascii="Times New Roman" w:hAnsi="Times New Roman" w:cs="Times New Roman"/>
          <w:sz w:val="24"/>
          <w:szCs w:val="24"/>
        </w:rPr>
        <w:t>1. Звіт постійної комісії з питань з питань 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здоров'я, материнства та дитинства</w:t>
      </w:r>
      <w:r>
        <w:rPr>
          <w:rFonts w:ascii="Times New Roman" w:hAnsi="Times New Roman" w:cs="Times New Roman"/>
          <w:sz w:val="24"/>
          <w:szCs w:val="24"/>
        </w:rPr>
        <w:t xml:space="preserve"> взяти до відома</w:t>
      </w:r>
      <w:r w:rsidRPr="00553F60">
        <w:rPr>
          <w:rFonts w:ascii="Times New Roman" w:hAnsi="Times New Roman" w:cs="Times New Roman"/>
          <w:sz w:val="24"/>
          <w:szCs w:val="24"/>
        </w:rPr>
        <w:t>.</w:t>
      </w:r>
    </w:p>
    <w:p w:rsidR="00D54101" w:rsidRPr="00553F60" w:rsidRDefault="00D54101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4101" w:rsidRPr="00553F60" w:rsidRDefault="00D54101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F60"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Г. Дикий</w:t>
      </w:r>
    </w:p>
    <w:p w:rsidR="00D54101" w:rsidRPr="00553F60" w:rsidRDefault="00D54101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54101" w:rsidRPr="00553F60" w:rsidSect="00534391">
      <w:pgSz w:w="11906" w:h="16838"/>
      <w:pgMar w:top="1078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85E"/>
    <w:rsid w:val="000377B4"/>
    <w:rsid w:val="000B6130"/>
    <w:rsid w:val="000C5306"/>
    <w:rsid w:val="000C775A"/>
    <w:rsid w:val="000E18AA"/>
    <w:rsid w:val="000F575D"/>
    <w:rsid w:val="000F639E"/>
    <w:rsid w:val="0011141A"/>
    <w:rsid w:val="001167E7"/>
    <w:rsid w:val="001215B1"/>
    <w:rsid w:val="0012300E"/>
    <w:rsid w:val="001304CE"/>
    <w:rsid w:val="001734E8"/>
    <w:rsid w:val="001A6831"/>
    <w:rsid w:val="001B0DBE"/>
    <w:rsid w:val="001D4D3C"/>
    <w:rsid w:val="00200C76"/>
    <w:rsid w:val="00224188"/>
    <w:rsid w:val="00247E38"/>
    <w:rsid w:val="0029575B"/>
    <w:rsid w:val="002D2406"/>
    <w:rsid w:val="002D2CE4"/>
    <w:rsid w:val="0032789C"/>
    <w:rsid w:val="0034783D"/>
    <w:rsid w:val="003751C6"/>
    <w:rsid w:val="00417A2A"/>
    <w:rsid w:val="004B37EC"/>
    <w:rsid w:val="005106FF"/>
    <w:rsid w:val="0051456E"/>
    <w:rsid w:val="00534391"/>
    <w:rsid w:val="0054585E"/>
    <w:rsid w:val="00553F60"/>
    <w:rsid w:val="005B22C5"/>
    <w:rsid w:val="005B7AE5"/>
    <w:rsid w:val="005D3A92"/>
    <w:rsid w:val="00636F9F"/>
    <w:rsid w:val="006B6902"/>
    <w:rsid w:val="007A48F4"/>
    <w:rsid w:val="007B312D"/>
    <w:rsid w:val="007B6950"/>
    <w:rsid w:val="007C408E"/>
    <w:rsid w:val="007E1B94"/>
    <w:rsid w:val="008243A0"/>
    <w:rsid w:val="0091398A"/>
    <w:rsid w:val="00924A4D"/>
    <w:rsid w:val="009C167A"/>
    <w:rsid w:val="00A5410F"/>
    <w:rsid w:val="00AA1C86"/>
    <w:rsid w:val="00B621A7"/>
    <w:rsid w:val="00B94DA0"/>
    <w:rsid w:val="00BD4375"/>
    <w:rsid w:val="00BE3B77"/>
    <w:rsid w:val="00C27F7B"/>
    <w:rsid w:val="00C539E6"/>
    <w:rsid w:val="00CB3EAE"/>
    <w:rsid w:val="00CC16F6"/>
    <w:rsid w:val="00CC1B4D"/>
    <w:rsid w:val="00D517E4"/>
    <w:rsid w:val="00D54101"/>
    <w:rsid w:val="00D95A34"/>
    <w:rsid w:val="00FB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3A0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4585E"/>
    <w:rPr>
      <w:b/>
      <w:bCs/>
    </w:rPr>
  </w:style>
  <w:style w:type="character" w:styleId="Hyperlink">
    <w:name w:val="Hyperlink"/>
    <w:basedOn w:val="DefaultParagraphFont"/>
    <w:uiPriority w:val="99"/>
    <w:semiHidden/>
    <w:rsid w:val="0054585E"/>
    <w:rPr>
      <w:color w:val="0000FF"/>
      <w:u w:val="single"/>
    </w:rPr>
  </w:style>
  <w:style w:type="character" w:customStyle="1" w:styleId="PlainTextChar">
    <w:name w:val="Plain Text Char"/>
    <w:link w:val="PlainText"/>
    <w:uiPriority w:val="99"/>
    <w:semiHidden/>
    <w:locked/>
    <w:rsid w:val="000C775A"/>
    <w:rPr>
      <w:rFonts w:ascii="Courier New" w:hAnsi="Courier New" w:cs="Courier New"/>
      <w:lang w:val="uk-UA" w:eastAsia="uk-UA"/>
    </w:rPr>
  </w:style>
  <w:style w:type="paragraph" w:styleId="PlainText">
    <w:name w:val="Plain Text"/>
    <w:basedOn w:val="Normal"/>
    <w:link w:val="PlainTextChar1"/>
    <w:uiPriority w:val="99"/>
    <w:semiHidden/>
    <w:rsid w:val="000C775A"/>
    <w:pPr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42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1</Pages>
  <Words>203</Words>
  <Characters>1162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Дарія Лиценко</dc:creator>
  <cp:keywords/>
  <dc:description/>
  <cp:lastModifiedBy>MIS_BCER2</cp:lastModifiedBy>
  <cp:revision>16</cp:revision>
  <cp:lastPrinted>2018-01-29T09:56:00Z</cp:lastPrinted>
  <dcterms:created xsi:type="dcterms:W3CDTF">2017-08-01T17:22:00Z</dcterms:created>
  <dcterms:modified xsi:type="dcterms:W3CDTF">2018-01-30T14:52:00Z</dcterms:modified>
</cp:coreProperties>
</file>