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356" w:rsidRDefault="00AE0356" w:rsidP="00455364">
      <w:pPr>
        <w:rPr>
          <w:lang w:eastAsia="uk-UA"/>
        </w:rPr>
      </w:pPr>
    </w:p>
    <w:p w:rsidR="00AE0356" w:rsidRDefault="00AE0356" w:rsidP="00455364">
      <w:pPr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7" o:title=""/>
            <w10:wrap type="square" side="left"/>
          </v:shape>
          <o:OLEObject Type="Embed" ProgID="PBrush" ShapeID="_x0000_s1026" DrawAspect="Content" ObjectID="_1578836372" r:id="rId8"/>
        </w:pict>
      </w:r>
    </w:p>
    <w:p w:rsidR="00AE0356" w:rsidRDefault="00AE0356" w:rsidP="00455364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AE0356" w:rsidRDefault="00AE0356" w:rsidP="00455364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БІЛОЦЕРКІВСЬКА МІСЬКА РАДА</w:t>
      </w:r>
    </w:p>
    <w:p w:rsidR="00AE0356" w:rsidRDefault="00AE0356" w:rsidP="00455364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AE0356" w:rsidRDefault="00AE0356" w:rsidP="00455364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AE0356" w:rsidRDefault="00AE0356" w:rsidP="00455364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E0356" w:rsidRPr="00455364" w:rsidRDefault="00AE0356" w:rsidP="00455364">
      <w:pPr>
        <w:rPr>
          <w:rFonts w:ascii="Times New Roman" w:hAnsi="Times New Roman" w:cs="Times New Roman"/>
          <w:sz w:val="24"/>
          <w:szCs w:val="24"/>
        </w:rPr>
      </w:pPr>
      <w:r w:rsidRPr="00455364">
        <w:rPr>
          <w:rFonts w:ascii="Times New Roman" w:hAnsi="Times New Roman" w:cs="Times New Roman"/>
          <w:sz w:val="24"/>
          <w:szCs w:val="24"/>
        </w:rPr>
        <w:t xml:space="preserve">від </w:t>
      </w:r>
      <w:r w:rsidRPr="00455364">
        <w:rPr>
          <w:rFonts w:ascii="Times New Roman" w:hAnsi="Times New Roman" w:cs="Times New Roman"/>
          <w:sz w:val="24"/>
          <w:szCs w:val="24"/>
          <w:lang w:val="uk-UA"/>
        </w:rPr>
        <w:t>25 січня</w:t>
      </w:r>
      <w:r w:rsidRPr="00455364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455364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            № 1</w:t>
      </w:r>
      <w:r w:rsidRPr="00455364">
        <w:rPr>
          <w:rFonts w:ascii="Times New Roman" w:hAnsi="Times New Roman" w:cs="Times New Roman"/>
          <w:sz w:val="24"/>
          <w:szCs w:val="24"/>
          <w:lang w:val="uk-UA"/>
        </w:rPr>
        <w:t>89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455364">
        <w:rPr>
          <w:rFonts w:ascii="Times New Roman" w:hAnsi="Times New Roman" w:cs="Times New Roman"/>
          <w:sz w:val="24"/>
          <w:szCs w:val="24"/>
        </w:rPr>
        <w:t>-4</w:t>
      </w:r>
      <w:r w:rsidRPr="0045536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455364">
        <w:rPr>
          <w:rFonts w:ascii="Times New Roman" w:hAnsi="Times New Roman" w:cs="Times New Roman"/>
          <w:sz w:val="24"/>
          <w:szCs w:val="24"/>
        </w:rPr>
        <w:t>-VII</w:t>
      </w:r>
    </w:p>
    <w:p w:rsidR="00AE0356" w:rsidRDefault="00AE0356" w:rsidP="00014953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Про безоплатну передачу з балансу відділу капітального  </w:t>
      </w:r>
    </w:p>
    <w:p w:rsidR="00AE0356" w:rsidRDefault="00AE0356" w:rsidP="00014953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  Білоцерківської  міської  ради  на баланс </w:t>
      </w:r>
    </w:p>
    <w:p w:rsidR="00AE0356" w:rsidRDefault="00AE0356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комунального підприємства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Білоцерківської міської ради </w:t>
      </w:r>
    </w:p>
    <w:p w:rsidR="00AE0356" w:rsidRDefault="00AE0356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«Білоцерківтепломережа», Білоцерківської філії по </w:t>
      </w:r>
    </w:p>
    <w:p w:rsidR="00AE0356" w:rsidRPr="00496561" w:rsidRDefault="00AE0356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експлуатації газового господарства ПАТ «Київоблгаз», </w:t>
      </w:r>
    </w:p>
    <w:p w:rsidR="00AE0356" w:rsidRDefault="00AE0356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комунального підприємства Білоцерківської міської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</w:p>
    <w:p w:rsidR="00AE0356" w:rsidRPr="00496561" w:rsidRDefault="00AE0356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«Муніципальне шляхово-експлуатаційне управління», </w:t>
      </w:r>
    </w:p>
    <w:p w:rsidR="00AE0356" w:rsidRPr="00496561" w:rsidRDefault="00AE0356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охорони здоров’я Білоцерківської міської ради </w:t>
      </w:r>
    </w:p>
    <w:p w:rsidR="00AE0356" w:rsidRPr="00496561" w:rsidRDefault="00AE0356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закінчених будівництвом об’єктів</w:t>
      </w:r>
    </w:p>
    <w:p w:rsidR="00AE0356" w:rsidRPr="00496561" w:rsidRDefault="00AE0356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0356" w:rsidRPr="00496561" w:rsidRDefault="00AE0356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звернення постійної комісії з питань інвестицій, регуляторної політики, торгівлі, послуг та розвитку підприємства, власності, комунального майна та приватизації  від   27 листопада 2017 року № </w:t>
      </w:r>
      <w:r>
        <w:rPr>
          <w:rFonts w:ascii="Times New Roman" w:hAnsi="Times New Roman" w:cs="Times New Roman"/>
          <w:sz w:val="24"/>
          <w:szCs w:val="24"/>
          <w:lang w:val="uk-UA"/>
        </w:rPr>
        <w:t>2-17-441</w:t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ст. 26, 60 Закону України «Про місцеве самоврядування в Україні», міська рада вирішила:</w:t>
      </w:r>
    </w:p>
    <w:p w:rsidR="00AE0356" w:rsidRPr="00496561" w:rsidRDefault="00AE0356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0356" w:rsidRPr="00496561" w:rsidRDefault="00AE0356" w:rsidP="000B02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Відділу капітального будівництва Білоцерківської міської ради передати безоплатно з свого балансу, 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комунальному підприємству  Білоцерківської міської ради «Білоцерківтепломережа» </w:t>
      </w:r>
      <w:r w:rsidRPr="0049656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тимчасово прийняти на баланс для подальшої передачі власникам (співвласникам) будинків  закінчені будівництвом об’єкти</w:t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</w:p>
    <w:p w:rsidR="00AE0356" w:rsidRPr="00496561" w:rsidRDefault="00AE0356" w:rsidP="00A242C3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«Реконструкція (оснащення житлового фонду) засобами обліку, використання, регулювання та споживання води та теплової енергії житлових будинків  в м. Біла Церква Київської області» (згідно додатку 1,2).</w:t>
      </w:r>
    </w:p>
    <w:p w:rsidR="00AE0356" w:rsidRPr="00496561" w:rsidRDefault="00AE0356" w:rsidP="005E750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Відділу капітального будівництва Білоцерківської міської ради передати безоплатно з свого балансу, а Білоцерківській філії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по експлуатації газового господарства ПАТ «Київоблгаз» </w:t>
      </w:r>
      <w:r w:rsidRPr="0049656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прийняти на баланс  закінчений будівництвом об’єкт</w:t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AE0356" w:rsidRPr="00496561" w:rsidRDefault="00AE0356" w:rsidP="005E750F">
      <w:pPr>
        <w:pStyle w:val="ListParagraph"/>
        <w:ind w:left="1416" w:firstLine="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2.1 «Реконструкція теплопункту по вул. Ставищанська, 128 в м. Біла Церква Київської області» (елементи газопроводу).</w:t>
      </w:r>
    </w:p>
    <w:p w:rsidR="00AE0356" w:rsidRPr="00496561" w:rsidRDefault="00AE0356" w:rsidP="005E750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Відділу капітального будівництва Білоцерківської міської ради передати безоплатно з свого балансу, 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>комунальному підприємству  Білоцерківської міської ради «Муніципальне шляхово-експлуатаційне управління»</w:t>
      </w:r>
      <w:r w:rsidRPr="0049656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прийняти на баланс,  закінчені будівництвом об’єкти</w:t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AE0356" w:rsidRPr="00496561" w:rsidRDefault="00AE0356" w:rsidP="005E750F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«Будівництво мереж зовнішнього освітлення пішохідної доріжки вздовж р. Рось лівий берег від вул. В.Стуса до бази відпочинку в районі вул. Надрічна  в м. Біла Церква Київської області»;</w:t>
      </w:r>
    </w:p>
    <w:p w:rsidR="00AE0356" w:rsidRPr="00496561" w:rsidRDefault="00AE0356" w:rsidP="005E750F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«Реконструкція (модернізація) вуличного освітлення по вул. Східна  в м. Біла Церква Київської області»;</w:t>
      </w:r>
    </w:p>
    <w:p w:rsidR="00AE0356" w:rsidRPr="00496561" w:rsidRDefault="00AE0356" w:rsidP="0009109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«Реконструкція (модернізація) вуличного освітлення по бул. Олександрійський  в м. Біла Церква Київської області».</w:t>
      </w:r>
    </w:p>
    <w:p w:rsidR="00AE0356" w:rsidRPr="00496561" w:rsidRDefault="00AE0356" w:rsidP="0009109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 xml:space="preserve">Відділу капітального будівництва Білоцерківської міської ради передати безоплатно з свого балансу, а управлінню охорони здоров’я Білоцерківської міської ради </w:t>
      </w:r>
      <w:r w:rsidRPr="0049656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прийняти на баланс закінчений будівництвом об’єкт</w:t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AE0356" w:rsidRPr="00496561" w:rsidRDefault="00AE0356" w:rsidP="0009109E">
      <w:pPr>
        <w:pStyle w:val="ListParagraph"/>
        <w:ind w:firstLine="69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4.1 «Реконструкція системи опалення відділення невідкладної допомоги міського центру первинної медико-санітарної допомоги № 1 по вул. Водопійна, 40 в м. Біла Церква Київської області» .</w:t>
      </w:r>
    </w:p>
    <w:p w:rsidR="00AE0356" w:rsidRPr="00496561" w:rsidRDefault="00AE0356" w:rsidP="00DB25CA">
      <w:pPr>
        <w:pStyle w:val="ListParagraph"/>
        <w:numPr>
          <w:ilvl w:val="0"/>
          <w:numId w:val="2"/>
        </w:numPr>
        <w:tabs>
          <w:tab w:val="left" w:pos="709"/>
          <w:tab w:val="left" w:pos="1843"/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Передачу здійснити згідно акту передачі-приймання відповідно до чинного законодавства України.</w:t>
      </w:r>
    </w:p>
    <w:p w:rsidR="00AE0356" w:rsidRPr="00496561" w:rsidRDefault="00AE0356" w:rsidP="00882D09">
      <w:pPr>
        <w:pStyle w:val="ListParagraph"/>
        <w:numPr>
          <w:ilvl w:val="0"/>
          <w:numId w:val="2"/>
        </w:num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комісію з питань інвестицій, регуляторної політики, послуг та розвитку підприємства, власності, комунального майна та приватизації.</w:t>
      </w:r>
    </w:p>
    <w:p w:rsidR="00AE0356" w:rsidRPr="00496561" w:rsidRDefault="00AE0356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0356" w:rsidRPr="00496561" w:rsidRDefault="00AE0356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0356" w:rsidRPr="00496561" w:rsidRDefault="00AE0356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561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561">
        <w:rPr>
          <w:rFonts w:ascii="Times New Roman" w:hAnsi="Times New Roman" w:cs="Times New Roman"/>
          <w:sz w:val="24"/>
          <w:szCs w:val="24"/>
          <w:lang w:val="uk-UA"/>
        </w:rPr>
        <w:tab/>
        <w:t>Г. Дикий</w:t>
      </w:r>
    </w:p>
    <w:p w:rsidR="00AE0356" w:rsidRPr="00496561" w:rsidRDefault="00AE0356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0356" w:rsidRPr="00496561" w:rsidRDefault="00AE0356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0356" w:rsidRPr="00496561" w:rsidRDefault="00AE0356" w:rsidP="00940146">
      <w:pPr>
        <w:tabs>
          <w:tab w:val="left" w:pos="709"/>
          <w:tab w:val="left" w:pos="2835"/>
          <w:tab w:val="left" w:pos="3119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E0356" w:rsidRPr="00496561" w:rsidSect="00496561">
      <w:headerReference w:type="default" r:id="rId9"/>
      <w:pgSz w:w="11906" w:h="16838"/>
      <w:pgMar w:top="1134" w:right="796" w:bottom="1134" w:left="17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356" w:rsidRDefault="00AE0356">
      <w:r>
        <w:separator/>
      </w:r>
    </w:p>
  </w:endnote>
  <w:endnote w:type="continuationSeparator" w:id="0">
    <w:p w:rsidR="00AE0356" w:rsidRDefault="00AE0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356" w:rsidRDefault="00AE0356">
      <w:r>
        <w:separator/>
      </w:r>
    </w:p>
  </w:footnote>
  <w:footnote w:type="continuationSeparator" w:id="0">
    <w:p w:rsidR="00AE0356" w:rsidRDefault="00AE03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356" w:rsidRDefault="00AE0356" w:rsidP="00496561">
    <w:pPr>
      <w:pStyle w:val="Header"/>
      <w:framePr w:wrap="auto" w:vAnchor="text" w:hAnchor="page" w:x="6381" w:y="-108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E0356" w:rsidRDefault="00AE03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EA6"/>
    <w:multiLevelType w:val="hybridMultilevel"/>
    <w:tmpl w:val="3DCC14E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1BA733D"/>
    <w:multiLevelType w:val="hybridMultilevel"/>
    <w:tmpl w:val="6AEC3F4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58D1547"/>
    <w:multiLevelType w:val="hybridMultilevel"/>
    <w:tmpl w:val="18FCD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681FF9"/>
    <w:multiLevelType w:val="hybridMultilevel"/>
    <w:tmpl w:val="9E84D8A6"/>
    <w:lvl w:ilvl="0" w:tplc="B35A0F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B72B59"/>
    <w:multiLevelType w:val="hybridMultilevel"/>
    <w:tmpl w:val="F58815D4"/>
    <w:lvl w:ilvl="0" w:tplc="30C8B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75B54"/>
    <w:multiLevelType w:val="hybridMultilevel"/>
    <w:tmpl w:val="EAB83B3C"/>
    <w:lvl w:ilvl="0" w:tplc="B35A0F42">
      <w:numFmt w:val="bullet"/>
      <w:lvlText w:val="-"/>
      <w:lvlJc w:val="left"/>
      <w:pPr>
        <w:ind w:left="21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60" w:hanging="360"/>
      </w:pPr>
      <w:rPr>
        <w:rFonts w:ascii="Wingdings" w:hAnsi="Wingdings" w:cs="Wingdings" w:hint="default"/>
      </w:rPr>
    </w:lvl>
  </w:abstractNum>
  <w:abstractNum w:abstractNumId="6">
    <w:nsid w:val="19812531"/>
    <w:multiLevelType w:val="hybridMultilevel"/>
    <w:tmpl w:val="03D6A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82013"/>
    <w:multiLevelType w:val="hybridMultilevel"/>
    <w:tmpl w:val="A1666ACC"/>
    <w:lvl w:ilvl="0" w:tplc="B35A0F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1F4B2785"/>
    <w:multiLevelType w:val="hybridMultilevel"/>
    <w:tmpl w:val="853A94CE"/>
    <w:lvl w:ilvl="0" w:tplc="B35A0F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24A03674"/>
    <w:multiLevelType w:val="hybridMultilevel"/>
    <w:tmpl w:val="AEE629DA"/>
    <w:lvl w:ilvl="0" w:tplc="1D3E41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ABF63CF"/>
    <w:multiLevelType w:val="multilevel"/>
    <w:tmpl w:val="D0387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64" w:hanging="1440"/>
      </w:pPr>
      <w:rPr>
        <w:rFonts w:hint="default"/>
      </w:rPr>
    </w:lvl>
  </w:abstractNum>
  <w:abstractNum w:abstractNumId="11">
    <w:nsid w:val="4D5B61C4"/>
    <w:multiLevelType w:val="hybridMultilevel"/>
    <w:tmpl w:val="F58815D4"/>
    <w:lvl w:ilvl="0" w:tplc="30C8B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F007571"/>
    <w:multiLevelType w:val="hybridMultilevel"/>
    <w:tmpl w:val="7892F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E3DB8"/>
    <w:multiLevelType w:val="hybridMultilevel"/>
    <w:tmpl w:val="A7445D70"/>
    <w:lvl w:ilvl="0" w:tplc="B35A0F4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3F9357D"/>
    <w:multiLevelType w:val="hybridMultilevel"/>
    <w:tmpl w:val="D74ADCB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415B1"/>
    <w:multiLevelType w:val="hybridMultilevel"/>
    <w:tmpl w:val="F628079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64A71D45"/>
    <w:multiLevelType w:val="hybridMultilevel"/>
    <w:tmpl w:val="5E985C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322F25"/>
    <w:multiLevelType w:val="multilevel"/>
    <w:tmpl w:val="D0387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64" w:hanging="1440"/>
      </w:pPr>
      <w:rPr>
        <w:rFonts w:hint="default"/>
      </w:rPr>
    </w:lvl>
  </w:abstractNum>
  <w:abstractNum w:abstractNumId="18">
    <w:nsid w:val="6F891DBD"/>
    <w:multiLevelType w:val="hybridMultilevel"/>
    <w:tmpl w:val="4B86C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8F236E"/>
    <w:multiLevelType w:val="hybridMultilevel"/>
    <w:tmpl w:val="81B0A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4"/>
  </w:num>
  <w:num w:numId="4">
    <w:abstractNumId w:val="1"/>
  </w:num>
  <w:num w:numId="5">
    <w:abstractNumId w:val="16"/>
  </w:num>
  <w:num w:numId="6">
    <w:abstractNumId w:val="13"/>
  </w:num>
  <w:num w:numId="7">
    <w:abstractNumId w:val="8"/>
  </w:num>
  <w:num w:numId="8">
    <w:abstractNumId w:val="0"/>
  </w:num>
  <w:num w:numId="9">
    <w:abstractNumId w:val="7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0"/>
  </w:num>
  <w:num w:numId="19">
    <w:abstractNumId w:val="12"/>
  </w:num>
  <w:num w:numId="20">
    <w:abstractNumId w:val="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8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ACC"/>
    <w:rsid w:val="00003E72"/>
    <w:rsid w:val="00014953"/>
    <w:rsid w:val="000323AB"/>
    <w:rsid w:val="00042CE7"/>
    <w:rsid w:val="00051C48"/>
    <w:rsid w:val="000551F3"/>
    <w:rsid w:val="00064F7A"/>
    <w:rsid w:val="00073862"/>
    <w:rsid w:val="0009109E"/>
    <w:rsid w:val="00093AB0"/>
    <w:rsid w:val="000B02E0"/>
    <w:rsid w:val="000B192C"/>
    <w:rsid w:val="001112A0"/>
    <w:rsid w:val="00112047"/>
    <w:rsid w:val="00116389"/>
    <w:rsid w:val="00136FCF"/>
    <w:rsid w:val="00142955"/>
    <w:rsid w:val="00162E2A"/>
    <w:rsid w:val="00170F62"/>
    <w:rsid w:val="001878A5"/>
    <w:rsid w:val="001A665D"/>
    <w:rsid w:val="001A725F"/>
    <w:rsid w:val="001B2195"/>
    <w:rsid w:val="001B5F98"/>
    <w:rsid w:val="00214FAA"/>
    <w:rsid w:val="00216F35"/>
    <w:rsid w:val="0024110D"/>
    <w:rsid w:val="00245FD4"/>
    <w:rsid w:val="00250EA9"/>
    <w:rsid w:val="002670AA"/>
    <w:rsid w:val="00275EA2"/>
    <w:rsid w:val="00297383"/>
    <w:rsid w:val="002A61DC"/>
    <w:rsid w:val="002A6A25"/>
    <w:rsid w:val="002B44E6"/>
    <w:rsid w:val="002B7311"/>
    <w:rsid w:val="00323B12"/>
    <w:rsid w:val="003279FE"/>
    <w:rsid w:val="003764DA"/>
    <w:rsid w:val="00385521"/>
    <w:rsid w:val="00390260"/>
    <w:rsid w:val="00390275"/>
    <w:rsid w:val="00397CF5"/>
    <w:rsid w:val="003B05FF"/>
    <w:rsid w:val="003B6C64"/>
    <w:rsid w:val="003C206B"/>
    <w:rsid w:val="003C226C"/>
    <w:rsid w:val="003C2F49"/>
    <w:rsid w:val="003C7F84"/>
    <w:rsid w:val="003D0BD5"/>
    <w:rsid w:val="003E7968"/>
    <w:rsid w:val="003F3439"/>
    <w:rsid w:val="003F3E4E"/>
    <w:rsid w:val="0040327A"/>
    <w:rsid w:val="00407BB0"/>
    <w:rsid w:val="00440E0F"/>
    <w:rsid w:val="004412E3"/>
    <w:rsid w:val="00445B22"/>
    <w:rsid w:val="004502A5"/>
    <w:rsid w:val="00455364"/>
    <w:rsid w:val="00461B3E"/>
    <w:rsid w:val="004667E6"/>
    <w:rsid w:val="004756D5"/>
    <w:rsid w:val="00477AD7"/>
    <w:rsid w:val="00496561"/>
    <w:rsid w:val="004A37A3"/>
    <w:rsid w:val="004A39DD"/>
    <w:rsid w:val="004A4669"/>
    <w:rsid w:val="004A5A07"/>
    <w:rsid w:val="004B0534"/>
    <w:rsid w:val="004B7C08"/>
    <w:rsid w:val="004C75C5"/>
    <w:rsid w:val="004D0556"/>
    <w:rsid w:val="00510B06"/>
    <w:rsid w:val="0053587F"/>
    <w:rsid w:val="0054393B"/>
    <w:rsid w:val="00573853"/>
    <w:rsid w:val="00590B22"/>
    <w:rsid w:val="00596040"/>
    <w:rsid w:val="00596FDD"/>
    <w:rsid w:val="005A39E7"/>
    <w:rsid w:val="005C4487"/>
    <w:rsid w:val="005D4A89"/>
    <w:rsid w:val="005E750F"/>
    <w:rsid w:val="00627D10"/>
    <w:rsid w:val="0063286B"/>
    <w:rsid w:val="006448A9"/>
    <w:rsid w:val="006457BD"/>
    <w:rsid w:val="00657A8B"/>
    <w:rsid w:val="00662ED7"/>
    <w:rsid w:val="00691395"/>
    <w:rsid w:val="006939B7"/>
    <w:rsid w:val="00697D30"/>
    <w:rsid w:val="006A0802"/>
    <w:rsid w:val="006C1CE7"/>
    <w:rsid w:val="006C3494"/>
    <w:rsid w:val="007165D7"/>
    <w:rsid w:val="00716ACC"/>
    <w:rsid w:val="0073052B"/>
    <w:rsid w:val="00740E5A"/>
    <w:rsid w:val="007675DC"/>
    <w:rsid w:val="00775C31"/>
    <w:rsid w:val="007A1691"/>
    <w:rsid w:val="007A45B4"/>
    <w:rsid w:val="007A6AF2"/>
    <w:rsid w:val="007D065C"/>
    <w:rsid w:val="007D5B42"/>
    <w:rsid w:val="00811770"/>
    <w:rsid w:val="00846EE0"/>
    <w:rsid w:val="00861E34"/>
    <w:rsid w:val="0087081A"/>
    <w:rsid w:val="00871E60"/>
    <w:rsid w:val="00872AAF"/>
    <w:rsid w:val="00882D09"/>
    <w:rsid w:val="008901F3"/>
    <w:rsid w:val="00890217"/>
    <w:rsid w:val="00892D46"/>
    <w:rsid w:val="00894834"/>
    <w:rsid w:val="008B4049"/>
    <w:rsid w:val="008E2B0C"/>
    <w:rsid w:val="008F0FF6"/>
    <w:rsid w:val="00920995"/>
    <w:rsid w:val="00940146"/>
    <w:rsid w:val="009620F0"/>
    <w:rsid w:val="009716F4"/>
    <w:rsid w:val="009801D5"/>
    <w:rsid w:val="00992DDA"/>
    <w:rsid w:val="009A0913"/>
    <w:rsid w:val="009A40ED"/>
    <w:rsid w:val="009B3924"/>
    <w:rsid w:val="009C408C"/>
    <w:rsid w:val="009F13AB"/>
    <w:rsid w:val="009F5504"/>
    <w:rsid w:val="00A174B3"/>
    <w:rsid w:val="00A242C3"/>
    <w:rsid w:val="00A31767"/>
    <w:rsid w:val="00A87E37"/>
    <w:rsid w:val="00A93E8D"/>
    <w:rsid w:val="00AB0064"/>
    <w:rsid w:val="00AB6859"/>
    <w:rsid w:val="00AE0356"/>
    <w:rsid w:val="00AE20E2"/>
    <w:rsid w:val="00B05386"/>
    <w:rsid w:val="00B07EC7"/>
    <w:rsid w:val="00B14C48"/>
    <w:rsid w:val="00B322BF"/>
    <w:rsid w:val="00B50BED"/>
    <w:rsid w:val="00B57C90"/>
    <w:rsid w:val="00B65551"/>
    <w:rsid w:val="00B92452"/>
    <w:rsid w:val="00B964AF"/>
    <w:rsid w:val="00BA489B"/>
    <w:rsid w:val="00BA68C2"/>
    <w:rsid w:val="00C05846"/>
    <w:rsid w:val="00C12696"/>
    <w:rsid w:val="00C15E57"/>
    <w:rsid w:val="00C32BCB"/>
    <w:rsid w:val="00C4143F"/>
    <w:rsid w:val="00C45072"/>
    <w:rsid w:val="00C5592D"/>
    <w:rsid w:val="00C57754"/>
    <w:rsid w:val="00C740C4"/>
    <w:rsid w:val="00C934BD"/>
    <w:rsid w:val="00CA4193"/>
    <w:rsid w:val="00CC7D94"/>
    <w:rsid w:val="00D00489"/>
    <w:rsid w:val="00D22475"/>
    <w:rsid w:val="00D810B6"/>
    <w:rsid w:val="00DA3244"/>
    <w:rsid w:val="00DB25CA"/>
    <w:rsid w:val="00DC7531"/>
    <w:rsid w:val="00DD170C"/>
    <w:rsid w:val="00DE5420"/>
    <w:rsid w:val="00DF2810"/>
    <w:rsid w:val="00DF3086"/>
    <w:rsid w:val="00DF3DF1"/>
    <w:rsid w:val="00E13692"/>
    <w:rsid w:val="00E2566F"/>
    <w:rsid w:val="00E73E45"/>
    <w:rsid w:val="00E747D0"/>
    <w:rsid w:val="00E759B7"/>
    <w:rsid w:val="00E82AF4"/>
    <w:rsid w:val="00EB473A"/>
    <w:rsid w:val="00EC0E48"/>
    <w:rsid w:val="00EC5124"/>
    <w:rsid w:val="00EF4CC2"/>
    <w:rsid w:val="00F230ED"/>
    <w:rsid w:val="00F242F7"/>
    <w:rsid w:val="00F31166"/>
    <w:rsid w:val="00F314A5"/>
    <w:rsid w:val="00F356F7"/>
    <w:rsid w:val="00F41119"/>
    <w:rsid w:val="00F67D85"/>
    <w:rsid w:val="00F7315E"/>
    <w:rsid w:val="00F74CF9"/>
    <w:rsid w:val="00F82DCF"/>
    <w:rsid w:val="00F83011"/>
    <w:rsid w:val="00FA48D8"/>
    <w:rsid w:val="00FB2B2D"/>
    <w:rsid w:val="00FE585C"/>
    <w:rsid w:val="00FE6B6D"/>
    <w:rsid w:val="00FE7203"/>
    <w:rsid w:val="00FF5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11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4193"/>
    <w:pPr>
      <w:ind w:left="720"/>
    </w:pPr>
  </w:style>
  <w:style w:type="paragraph" w:styleId="Header">
    <w:name w:val="header"/>
    <w:basedOn w:val="Normal"/>
    <w:link w:val="HeaderChar"/>
    <w:uiPriority w:val="99"/>
    <w:rsid w:val="004965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0064"/>
  </w:style>
  <w:style w:type="character" w:styleId="PageNumber">
    <w:name w:val="page number"/>
    <w:basedOn w:val="DefaultParagraphFont"/>
    <w:uiPriority w:val="99"/>
    <w:rsid w:val="00496561"/>
  </w:style>
  <w:style w:type="paragraph" w:styleId="Footer">
    <w:name w:val="footer"/>
    <w:basedOn w:val="Normal"/>
    <w:link w:val="FooterChar"/>
    <w:uiPriority w:val="99"/>
    <w:rsid w:val="004965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B0064"/>
  </w:style>
  <w:style w:type="character" w:customStyle="1" w:styleId="PlainTextChar">
    <w:name w:val="Plain Text Char"/>
    <w:link w:val="PlainText"/>
    <w:uiPriority w:val="99"/>
    <w:semiHidden/>
    <w:locked/>
    <w:rsid w:val="00455364"/>
    <w:rPr>
      <w:rFonts w:ascii="Courier New" w:hAnsi="Courier New" w:cs="Courier New"/>
      <w:lang w:val="uk-UA" w:eastAsia="uk-UA"/>
    </w:rPr>
  </w:style>
  <w:style w:type="paragraph" w:styleId="PlainText">
    <w:name w:val="Plain Text"/>
    <w:basedOn w:val="Normal"/>
    <w:link w:val="PlainTextChar1"/>
    <w:uiPriority w:val="99"/>
    <w:semiHidden/>
    <w:rsid w:val="00455364"/>
    <w:pPr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7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383</TotalTime>
  <Pages>2</Pages>
  <Words>477</Words>
  <Characters>2719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MIS_BCER2</cp:lastModifiedBy>
  <cp:revision>45</cp:revision>
  <cp:lastPrinted>2018-01-29T09:48:00Z</cp:lastPrinted>
  <dcterms:created xsi:type="dcterms:W3CDTF">2017-03-09T13:27:00Z</dcterms:created>
  <dcterms:modified xsi:type="dcterms:W3CDTF">2018-01-30T14:53:00Z</dcterms:modified>
</cp:coreProperties>
</file>